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6E15E9" w14:textId="77777777" w:rsidR="008740BB" w:rsidRDefault="008740BB" w:rsidP="008740BB">
      <w:pPr>
        <w:spacing w:after="0"/>
        <w:jc w:val="right"/>
        <w:rPr>
          <w:b/>
          <w:bCs/>
        </w:rPr>
      </w:pPr>
      <w:r>
        <w:rPr>
          <w:b/>
          <w:bCs/>
        </w:rPr>
        <w:t>Załącznik Nr 1 do Zapytania Ofertowego</w:t>
      </w:r>
    </w:p>
    <w:p w14:paraId="1ABCBF4B" w14:textId="4287F9A8" w:rsidR="008740BB" w:rsidRDefault="008740BB" w:rsidP="008740BB">
      <w:pPr>
        <w:spacing w:after="0"/>
        <w:jc w:val="right"/>
        <w:rPr>
          <w:b/>
          <w:bCs/>
        </w:rPr>
      </w:pPr>
      <w:r>
        <w:rPr>
          <w:b/>
          <w:bCs/>
        </w:rPr>
        <w:t>Zadanie Nr 2</w:t>
      </w:r>
    </w:p>
    <w:p w14:paraId="79EA5B7A" w14:textId="1AA191CE" w:rsidR="00D26DCD" w:rsidRPr="00D26DCD" w:rsidRDefault="00D26DCD" w:rsidP="003A7A12">
      <w:pPr>
        <w:spacing w:after="0"/>
        <w:jc w:val="center"/>
        <w:rPr>
          <w:b/>
          <w:bCs/>
        </w:rPr>
      </w:pPr>
      <w:r w:rsidRPr="00D26DCD">
        <w:rPr>
          <w:b/>
          <w:bCs/>
        </w:rPr>
        <w:t xml:space="preserve">Zakup wraz z dostawą </w:t>
      </w:r>
      <w:r w:rsidR="009C0E10">
        <w:rPr>
          <w:b/>
          <w:bCs/>
        </w:rPr>
        <w:t>odzieży</w:t>
      </w:r>
      <w:r w:rsidRPr="00D26DCD">
        <w:rPr>
          <w:b/>
          <w:bCs/>
        </w:rPr>
        <w:t xml:space="preserve"> </w:t>
      </w:r>
      <w:r w:rsidR="00161048">
        <w:rPr>
          <w:b/>
          <w:bCs/>
        </w:rPr>
        <w:t>roboczej</w:t>
      </w:r>
      <w:r w:rsidRPr="00D26DCD">
        <w:rPr>
          <w:b/>
          <w:bCs/>
        </w:rPr>
        <w:t xml:space="preserve"> dla potrzeb Klinicznego Centrum Ginekologii, Położnictwa i Neonatologii w Opolu</w:t>
      </w:r>
    </w:p>
    <w:p w14:paraId="7B126550" w14:textId="407B657E" w:rsidR="00D26DCD" w:rsidRPr="00D26DCD" w:rsidRDefault="00D26DCD" w:rsidP="005F65CF">
      <w:pPr>
        <w:jc w:val="center"/>
        <w:rPr>
          <w:b/>
          <w:bCs/>
        </w:rPr>
      </w:pPr>
      <w:r w:rsidRPr="00D26DCD">
        <w:rPr>
          <w:b/>
          <w:bCs/>
        </w:rPr>
        <w:t>- na okres 2 lat</w:t>
      </w:r>
      <w:r>
        <w:rPr>
          <w:b/>
          <w:bCs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7"/>
        <w:gridCol w:w="4735"/>
        <w:gridCol w:w="1023"/>
        <w:gridCol w:w="847"/>
        <w:gridCol w:w="1730"/>
        <w:gridCol w:w="2260"/>
        <w:gridCol w:w="1174"/>
        <w:gridCol w:w="1718"/>
      </w:tblGrid>
      <w:tr w:rsidR="005F65CF" w:rsidRPr="005F65CF" w14:paraId="17E8780E" w14:textId="77777777" w:rsidTr="00C05330">
        <w:tc>
          <w:tcPr>
            <w:tcW w:w="4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868EE0" w14:textId="4971640F" w:rsidR="009109FC" w:rsidRPr="00AA227F" w:rsidRDefault="009109FC" w:rsidP="009109FC">
            <w:pPr>
              <w:jc w:val="center"/>
              <w:rPr>
                <w:b/>
                <w:bCs/>
                <w:sz w:val="22"/>
                <w:szCs w:val="22"/>
              </w:rPr>
            </w:pPr>
            <w:r w:rsidRPr="00AA227F"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7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AC871B" w14:textId="4222E30E" w:rsidR="009109FC" w:rsidRPr="00AA227F" w:rsidRDefault="009109FC" w:rsidP="009109FC">
            <w:pPr>
              <w:jc w:val="center"/>
              <w:rPr>
                <w:b/>
                <w:bCs/>
                <w:sz w:val="22"/>
                <w:szCs w:val="22"/>
              </w:rPr>
            </w:pPr>
            <w:r w:rsidRPr="00AA227F">
              <w:rPr>
                <w:b/>
                <w:bCs/>
                <w:sz w:val="22"/>
                <w:szCs w:val="22"/>
              </w:rPr>
              <w:t>Opis przedmiotu zamówienia</w:t>
            </w:r>
          </w:p>
        </w:tc>
        <w:tc>
          <w:tcPr>
            <w:tcW w:w="10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C242F13" w14:textId="524D65D6" w:rsidR="009109FC" w:rsidRPr="00AA227F" w:rsidRDefault="009109FC" w:rsidP="009109FC">
            <w:pPr>
              <w:jc w:val="center"/>
              <w:rPr>
                <w:b/>
                <w:bCs/>
                <w:sz w:val="22"/>
                <w:szCs w:val="22"/>
              </w:rPr>
            </w:pPr>
            <w:r w:rsidRPr="00AA227F">
              <w:rPr>
                <w:b/>
                <w:bCs/>
                <w:sz w:val="22"/>
                <w:szCs w:val="22"/>
              </w:rPr>
              <w:t>j.m.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2E9D94" w14:textId="65E3B704" w:rsidR="009109FC" w:rsidRPr="00AA227F" w:rsidRDefault="009109FC" w:rsidP="009109FC">
            <w:pPr>
              <w:jc w:val="center"/>
              <w:rPr>
                <w:b/>
                <w:bCs/>
                <w:sz w:val="22"/>
                <w:szCs w:val="22"/>
              </w:rPr>
            </w:pPr>
            <w:r w:rsidRPr="00AA227F">
              <w:rPr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17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602104" w14:textId="3A7C8488" w:rsidR="009109FC" w:rsidRPr="00AA227F" w:rsidRDefault="009109FC" w:rsidP="009109FC">
            <w:pPr>
              <w:jc w:val="center"/>
              <w:rPr>
                <w:b/>
                <w:bCs/>
                <w:sz w:val="22"/>
                <w:szCs w:val="22"/>
              </w:rPr>
            </w:pPr>
            <w:r w:rsidRPr="00AA227F">
              <w:rPr>
                <w:b/>
                <w:bCs/>
                <w:sz w:val="22"/>
                <w:szCs w:val="22"/>
              </w:rPr>
              <w:t>Cena jednostkowa netto</w:t>
            </w: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DF5FA9" w14:textId="6644CF7A" w:rsidR="009109FC" w:rsidRPr="00AA227F" w:rsidRDefault="009109FC" w:rsidP="009109FC">
            <w:pPr>
              <w:jc w:val="center"/>
              <w:rPr>
                <w:b/>
                <w:bCs/>
                <w:sz w:val="22"/>
                <w:szCs w:val="22"/>
              </w:rPr>
            </w:pPr>
            <w:r w:rsidRPr="00AA227F">
              <w:rPr>
                <w:b/>
                <w:bCs/>
                <w:sz w:val="22"/>
                <w:szCs w:val="22"/>
              </w:rPr>
              <w:t>Łącznie wartość netto</w:t>
            </w:r>
          </w:p>
        </w:tc>
        <w:tc>
          <w:tcPr>
            <w:tcW w:w="11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659BA1" w14:textId="2E2872C8" w:rsidR="009109FC" w:rsidRPr="00AA227F" w:rsidRDefault="009109FC" w:rsidP="009109FC">
            <w:pPr>
              <w:jc w:val="center"/>
              <w:rPr>
                <w:b/>
                <w:bCs/>
                <w:sz w:val="22"/>
                <w:szCs w:val="22"/>
              </w:rPr>
            </w:pPr>
            <w:r w:rsidRPr="00AA227F">
              <w:rPr>
                <w:b/>
                <w:bCs/>
                <w:sz w:val="22"/>
                <w:szCs w:val="22"/>
              </w:rPr>
              <w:t>% Vat</w:t>
            </w:r>
          </w:p>
        </w:tc>
        <w:tc>
          <w:tcPr>
            <w:tcW w:w="17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104308" w14:textId="691DB144" w:rsidR="009109FC" w:rsidRPr="00AA227F" w:rsidRDefault="009109FC" w:rsidP="009109FC">
            <w:pPr>
              <w:jc w:val="center"/>
              <w:rPr>
                <w:b/>
                <w:bCs/>
                <w:sz w:val="22"/>
                <w:szCs w:val="22"/>
              </w:rPr>
            </w:pPr>
            <w:r w:rsidRPr="00AA227F">
              <w:rPr>
                <w:b/>
                <w:bCs/>
                <w:sz w:val="22"/>
                <w:szCs w:val="22"/>
              </w:rPr>
              <w:t>Łącznie wartość brutto</w:t>
            </w:r>
          </w:p>
        </w:tc>
      </w:tr>
      <w:tr w:rsidR="005F65CF" w:rsidRPr="005F65CF" w14:paraId="287EAE7F" w14:textId="77777777" w:rsidTr="00C05330">
        <w:tc>
          <w:tcPr>
            <w:tcW w:w="4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526529" w14:textId="78D86830" w:rsidR="009109FC" w:rsidRPr="005F65CF" w:rsidRDefault="009109FC" w:rsidP="009109FC">
            <w:pPr>
              <w:jc w:val="center"/>
              <w:rPr>
                <w:sz w:val="20"/>
                <w:szCs w:val="20"/>
              </w:rPr>
            </w:pPr>
            <w:r w:rsidRPr="005F65CF">
              <w:rPr>
                <w:sz w:val="20"/>
                <w:szCs w:val="20"/>
              </w:rPr>
              <w:t>1</w:t>
            </w:r>
          </w:p>
        </w:tc>
        <w:tc>
          <w:tcPr>
            <w:tcW w:w="47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FCC436" w14:textId="2121F6B8" w:rsidR="009109FC" w:rsidRPr="005F65CF" w:rsidRDefault="009109FC" w:rsidP="009109FC">
            <w:pPr>
              <w:jc w:val="center"/>
              <w:rPr>
                <w:sz w:val="20"/>
                <w:szCs w:val="20"/>
              </w:rPr>
            </w:pPr>
            <w:r w:rsidRPr="005F65CF">
              <w:rPr>
                <w:sz w:val="20"/>
                <w:szCs w:val="20"/>
              </w:rPr>
              <w:t>2</w:t>
            </w:r>
          </w:p>
        </w:tc>
        <w:tc>
          <w:tcPr>
            <w:tcW w:w="10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FFB8F4" w14:textId="2F02BF4C" w:rsidR="009109FC" w:rsidRPr="005F65CF" w:rsidRDefault="009109FC" w:rsidP="009109FC">
            <w:pPr>
              <w:jc w:val="center"/>
              <w:rPr>
                <w:sz w:val="20"/>
                <w:szCs w:val="20"/>
              </w:rPr>
            </w:pPr>
            <w:r w:rsidRPr="005F65CF">
              <w:rPr>
                <w:sz w:val="20"/>
                <w:szCs w:val="20"/>
              </w:rPr>
              <w:t>3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67210F" w14:textId="177180E8" w:rsidR="009109FC" w:rsidRPr="005F65CF" w:rsidRDefault="009109FC" w:rsidP="009109FC">
            <w:pPr>
              <w:jc w:val="center"/>
              <w:rPr>
                <w:sz w:val="20"/>
                <w:szCs w:val="20"/>
              </w:rPr>
            </w:pPr>
            <w:r w:rsidRPr="005F65CF">
              <w:rPr>
                <w:sz w:val="20"/>
                <w:szCs w:val="20"/>
              </w:rPr>
              <w:t>4</w:t>
            </w:r>
          </w:p>
        </w:tc>
        <w:tc>
          <w:tcPr>
            <w:tcW w:w="17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6C3408" w14:textId="786B03E4" w:rsidR="009109FC" w:rsidRPr="005F65CF" w:rsidRDefault="009109FC" w:rsidP="009109FC">
            <w:pPr>
              <w:jc w:val="center"/>
              <w:rPr>
                <w:sz w:val="20"/>
                <w:szCs w:val="20"/>
              </w:rPr>
            </w:pPr>
            <w:r w:rsidRPr="005F65CF">
              <w:rPr>
                <w:sz w:val="20"/>
                <w:szCs w:val="20"/>
              </w:rPr>
              <w:t>5</w:t>
            </w: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151337" w14:textId="3C814A33" w:rsidR="009109FC" w:rsidRPr="005F65CF" w:rsidRDefault="009109FC" w:rsidP="009109FC">
            <w:pPr>
              <w:jc w:val="center"/>
              <w:rPr>
                <w:sz w:val="20"/>
                <w:szCs w:val="20"/>
              </w:rPr>
            </w:pPr>
            <w:r w:rsidRPr="005F65CF">
              <w:rPr>
                <w:sz w:val="20"/>
                <w:szCs w:val="20"/>
              </w:rPr>
              <w:t>6</w:t>
            </w:r>
          </w:p>
        </w:tc>
        <w:tc>
          <w:tcPr>
            <w:tcW w:w="11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8EE5A5" w14:textId="4708507B" w:rsidR="009109FC" w:rsidRPr="005F65CF" w:rsidRDefault="009109FC" w:rsidP="009109FC">
            <w:pPr>
              <w:jc w:val="center"/>
              <w:rPr>
                <w:sz w:val="20"/>
                <w:szCs w:val="20"/>
              </w:rPr>
            </w:pPr>
            <w:r w:rsidRPr="005F65CF">
              <w:rPr>
                <w:sz w:val="20"/>
                <w:szCs w:val="20"/>
              </w:rPr>
              <w:t>7</w:t>
            </w:r>
          </w:p>
        </w:tc>
        <w:tc>
          <w:tcPr>
            <w:tcW w:w="17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0CBB6A" w14:textId="2504633D" w:rsidR="009109FC" w:rsidRPr="005F65CF" w:rsidRDefault="009109FC" w:rsidP="009109FC">
            <w:pPr>
              <w:jc w:val="center"/>
              <w:rPr>
                <w:sz w:val="20"/>
                <w:szCs w:val="20"/>
              </w:rPr>
            </w:pPr>
            <w:r w:rsidRPr="005F65CF">
              <w:rPr>
                <w:sz w:val="20"/>
                <w:szCs w:val="20"/>
              </w:rPr>
              <w:t>8</w:t>
            </w:r>
          </w:p>
        </w:tc>
      </w:tr>
      <w:tr w:rsidR="00755F94" w:rsidRPr="005F65CF" w14:paraId="1E7652E8" w14:textId="77777777" w:rsidTr="00755F94">
        <w:tc>
          <w:tcPr>
            <w:tcW w:w="487" w:type="dxa"/>
            <w:tcBorders>
              <w:top w:val="single" w:sz="12" w:space="0" w:color="auto"/>
            </w:tcBorders>
            <w:vAlign w:val="center"/>
          </w:tcPr>
          <w:p w14:paraId="1EF90193" w14:textId="36909CEC" w:rsidR="00755F94" w:rsidRPr="005F65CF" w:rsidRDefault="00755F94" w:rsidP="00755F94">
            <w:pPr>
              <w:rPr>
                <w:sz w:val="20"/>
                <w:szCs w:val="20"/>
              </w:rPr>
            </w:pPr>
            <w:r w:rsidRPr="005F65CF">
              <w:rPr>
                <w:sz w:val="20"/>
                <w:szCs w:val="20"/>
              </w:rPr>
              <w:t>1.</w:t>
            </w:r>
          </w:p>
        </w:tc>
        <w:tc>
          <w:tcPr>
            <w:tcW w:w="4735" w:type="dxa"/>
            <w:tcBorders>
              <w:top w:val="single" w:sz="12" w:space="0" w:color="auto"/>
            </w:tcBorders>
            <w:vAlign w:val="center"/>
          </w:tcPr>
          <w:p w14:paraId="4370AAA9" w14:textId="35ADE1BB" w:rsidR="00755F94" w:rsidRPr="00C05330" w:rsidRDefault="00755F94" w:rsidP="00755F94">
            <w:pPr>
              <w:rPr>
                <w:b/>
                <w:bCs/>
                <w:sz w:val="22"/>
                <w:szCs w:val="22"/>
                <w:vertAlign w:val="superscript"/>
              </w:rPr>
            </w:pPr>
            <w:r w:rsidRPr="00C05330">
              <w:rPr>
                <w:b/>
                <w:bCs/>
                <w:sz w:val="22"/>
                <w:szCs w:val="22"/>
              </w:rPr>
              <w:t>Spodnie robocze</w:t>
            </w:r>
            <w:r w:rsidRPr="00C05330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  <w:p w14:paraId="6A958E12" w14:textId="55A5200C" w:rsidR="00755F94" w:rsidRDefault="00755F94" w:rsidP="00755F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zapinane na guziki i zamek błyskawiczny;</w:t>
            </w:r>
          </w:p>
          <w:p w14:paraId="26F71A2C" w14:textId="50041595" w:rsidR="00755F94" w:rsidRDefault="00755F94" w:rsidP="00755F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w pasie po bokach – gumka umożliwiająca lepsze dopasowanie do sylwetki;</w:t>
            </w:r>
          </w:p>
          <w:p w14:paraId="33CCACB5" w14:textId="759208BF" w:rsidR="00755F94" w:rsidRDefault="00755F94" w:rsidP="00755F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nogawki proste;</w:t>
            </w:r>
          </w:p>
          <w:p w14:paraId="3FA5CF6E" w14:textId="35FC9721" w:rsidR="00755F94" w:rsidRDefault="00755F94" w:rsidP="00755F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wzmocnione kolana;</w:t>
            </w:r>
          </w:p>
          <w:p w14:paraId="045369AA" w14:textId="16F1AFAA" w:rsidR="00755F94" w:rsidRPr="00C05330" w:rsidRDefault="00755F94" w:rsidP="00755F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duża ilość kieszeni;</w:t>
            </w:r>
          </w:p>
          <w:p w14:paraId="790D2639" w14:textId="5D025991" w:rsidR="00755F94" w:rsidRDefault="00755F94" w:rsidP="00755F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Kolory dominujące: granatowy, ciemnoszary;</w:t>
            </w:r>
          </w:p>
          <w:p w14:paraId="5AF96E01" w14:textId="725198E7" w:rsidR="00755F94" w:rsidRPr="00AA227F" w:rsidRDefault="00755F94" w:rsidP="00755F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Rozmiary: S – XXXL wg potrzeb Zamawiającego</w:t>
            </w:r>
          </w:p>
        </w:tc>
        <w:tc>
          <w:tcPr>
            <w:tcW w:w="1023" w:type="dxa"/>
            <w:tcBorders>
              <w:top w:val="single" w:sz="12" w:space="0" w:color="auto"/>
            </w:tcBorders>
            <w:vAlign w:val="center"/>
          </w:tcPr>
          <w:p w14:paraId="51BE2A29" w14:textId="17084A41" w:rsidR="00755F94" w:rsidRPr="00AA227F" w:rsidRDefault="00755F94" w:rsidP="00755F94">
            <w:pPr>
              <w:jc w:val="center"/>
              <w:rPr>
                <w:sz w:val="22"/>
                <w:szCs w:val="22"/>
              </w:rPr>
            </w:pPr>
            <w:r w:rsidRPr="00AA227F">
              <w:rPr>
                <w:sz w:val="22"/>
                <w:szCs w:val="22"/>
              </w:rPr>
              <w:t>szt.</w:t>
            </w:r>
          </w:p>
        </w:tc>
        <w:tc>
          <w:tcPr>
            <w:tcW w:w="847" w:type="dxa"/>
            <w:tcBorders>
              <w:top w:val="single" w:sz="12" w:space="0" w:color="auto"/>
            </w:tcBorders>
            <w:vAlign w:val="center"/>
          </w:tcPr>
          <w:p w14:paraId="076444DC" w14:textId="53F210A4" w:rsidR="00755F94" w:rsidRPr="00AA227F" w:rsidRDefault="00755F94" w:rsidP="00755F94">
            <w:pPr>
              <w:jc w:val="center"/>
              <w:rPr>
                <w:sz w:val="22"/>
                <w:szCs w:val="22"/>
              </w:rPr>
            </w:pPr>
            <w:r w:rsidRPr="002E4531">
              <w:t>7</w:t>
            </w:r>
          </w:p>
        </w:tc>
        <w:tc>
          <w:tcPr>
            <w:tcW w:w="1730" w:type="dxa"/>
            <w:tcBorders>
              <w:top w:val="single" w:sz="12" w:space="0" w:color="auto"/>
            </w:tcBorders>
            <w:vAlign w:val="center"/>
          </w:tcPr>
          <w:p w14:paraId="2CB256DB" w14:textId="77777777" w:rsidR="00755F94" w:rsidRPr="00AA227F" w:rsidRDefault="00755F94" w:rsidP="00755F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0" w:type="dxa"/>
            <w:tcBorders>
              <w:top w:val="single" w:sz="12" w:space="0" w:color="auto"/>
            </w:tcBorders>
            <w:vAlign w:val="center"/>
          </w:tcPr>
          <w:p w14:paraId="50BAEC78" w14:textId="77777777" w:rsidR="00755F94" w:rsidRPr="005F65CF" w:rsidRDefault="00755F94" w:rsidP="00755F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sz="12" w:space="0" w:color="auto"/>
            </w:tcBorders>
            <w:vAlign w:val="center"/>
          </w:tcPr>
          <w:p w14:paraId="2E0E9A6D" w14:textId="77777777" w:rsidR="00755F94" w:rsidRPr="005F65CF" w:rsidRDefault="00755F94" w:rsidP="00755F94">
            <w:pPr>
              <w:rPr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single" w:sz="12" w:space="0" w:color="auto"/>
            </w:tcBorders>
            <w:vAlign w:val="center"/>
          </w:tcPr>
          <w:p w14:paraId="0147117B" w14:textId="77777777" w:rsidR="00755F94" w:rsidRPr="005F65CF" w:rsidRDefault="00755F94" w:rsidP="00755F94">
            <w:pPr>
              <w:rPr>
                <w:sz w:val="20"/>
                <w:szCs w:val="20"/>
              </w:rPr>
            </w:pPr>
          </w:p>
        </w:tc>
      </w:tr>
      <w:tr w:rsidR="00755F94" w:rsidRPr="005F65CF" w14:paraId="228D458F" w14:textId="77777777" w:rsidTr="00755F94">
        <w:tc>
          <w:tcPr>
            <w:tcW w:w="487" w:type="dxa"/>
            <w:tcBorders>
              <w:top w:val="single" w:sz="12" w:space="0" w:color="auto"/>
            </w:tcBorders>
            <w:vAlign w:val="center"/>
          </w:tcPr>
          <w:p w14:paraId="53FA1D20" w14:textId="6F813131" w:rsidR="00755F94" w:rsidRPr="005F65CF" w:rsidRDefault="00755F94" w:rsidP="00755F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4735" w:type="dxa"/>
            <w:tcBorders>
              <w:top w:val="single" w:sz="12" w:space="0" w:color="auto"/>
            </w:tcBorders>
            <w:vAlign w:val="center"/>
          </w:tcPr>
          <w:p w14:paraId="44F23B2B" w14:textId="15C81B36" w:rsidR="00755F94" w:rsidRPr="00AA227F" w:rsidRDefault="00755F94" w:rsidP="00755F94">
            <w:pPr>
              <w:rPr>
                <w:b/>
                <w:bCs/>
                <w:sz w:val="22"/>
                <w:szCs w:val="22"/>
              </w:rPr>
            </w:pPr>
            <w:r w:rsidRPr="00AA227F">
              <w:rPr>
                <w:b/>
                <w:bCs/>
                <w:sz w:val="22"/>
                <w:szCs w:val="22"/>
              </w:rPr>
              <w:t xml:space="preserve">Bluza </w:t>
            </w:r>
            <w:r>
              <w:rPr>
                <w:b/>
                <w:bCs/>
                <w:sz w:val="22"/>
                <w:szCs w:val="22"/>
              </w:rPr>
              <w:t>robocza</w:t>
            </w:r>
            <w:r w:rsidRPr="00AA227F">
              <w:rPr>
                <w:b/>
                <w:bCs/>
                <w:sz w:val="22"/>
                <w:szCs w:val="22"/>
                <w:vertAlign w:val="superscript"/>
              </w:rPr>
              <w:t>1)</w:t>
            </w:r>
            <w:r w:rsidRPr="00AA227F">
              <w:rPr>
                <w:b/>
                <w:bCs/>
                <w:sz w:val="22"/>
                <w:szCs w:val="22"/>
              </w:rPr>
              <w:t xml:space="preserve"> </w:t>
            </w:r>
          </w:p>
          <w:p w14:paraId="6744A04E" w14:textId="36F7FD80" w:rsidR="00755F94" w:rsidRPr="00AA227F" w:rsidRDefault="00755F94" w:rsidP="00755F94">
            <w:pPr>
              <w:rPr>
                <w:sz w:val="22"/>
                <w:szCs w:val="22"/>
              </w:rPr>
            </w:pPr>
            <w:r w:rsidRPr="00AA227F">
              <w:rPr>
                <w:sz w:val="22"/>
                <w:szCs w:val="22"/>
              </w:rPr>
              <w:t xml:space="preserve">- zapinana na </w:t>
            </w:r>
            <w:r>
              <w:rPr>
                <w:sz w:val="22"/>
                <w:szCs w:val="22"/>
              </w:rPr>
              <w:t>zamek błyskawiczny</w:t>
            </w:r>
            <w:r w:rsidRPr="00AA227F">
              <w:rPr>
                <w:sz w:val="22"/>
                <w:szCs w:val="22"/>
              </w:rPr>
              <w:t>;</w:t>
            </w:r>
          </w:p>
          <w:p w14:paraId="614BE3F0" w14:textId="341106DC" w:rsidR="00755F94" w:rsidRPr="00AA227F" w:rsidRDefault="00755F94" w:rsidP="00755F94">
            <w:pPr>
              <w:rPr>
                <w:sz w:val="22"/>
                <w:szCs w:val="22"/>
              </w:rPr>
            </w:pPr>
            <w:r w:rsidRPr="00AA227F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długi rękaw;</w:t>
            </w:r>
          </w:p>
          <w:p w14:paraId="683E9AA3" w14:textId="6988B08E" w:rsidR="00755F94" w:rsidRDefault="00755F94" w:rsidP="00755F94">
            <w:pPr>
              <w:rPr>
                <w:sz w:val="22"/>
                <w:szCs w:val="22"/>
              </w:rPr>
            </w:pPr>
            <w:r w:rsidRPr="00AA227F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możliwość regulacji szerokości rękawa przy mankiecie;</w:t>
            </w:r>
          </w:p>
          <w:p w14:paraId="228DBC04" w14:textId="7FE51AA2" w:rsidR="00755F94" w:rsidRPr="00AA227F" w:rsidRDefault="00755F94" w:rsidP="00755F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duża ilość kieszeni;</w:t>
            </w:r>
          </w:p>
          <w:p w14:paraId="594071EA" w14:textId="77777777" w:rsidR="00755F94" w:rsidRDefault="00755F94" w:rsidP="00755F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Kolory dominujące: granatowy, ciemnoszary;</w:t>
            </w:r>
          </w:p>
          <w:p w14:paraId="3D3C3BBA" w14:textId="185F0509" w:rsidR="00755F94" w:rsidRPr="00AA227F" w:rsidRDefault="00755F94" w:rsidP="00755F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Rozmiary: S – XXXL wg potrzeb Zamawiającego</w:t>
            </w:r>
          </w:p>
        </w:tc>
        <w:tc>
          <w:tcPr>
            <w:tcW w:w="1023" w:type="dxa"/>
            <w:tcBorders>
              <w:top w:val="single" w:sz="12" w:space="0" w:color="auto"/>
            </w:tcBorders>
            <w:vAlign w:val="center"/>
          </w:tcPr>
          <w:p w14:paraId="4ACC2603" w14:textId="506DC1A3" w:rsidR="00755F94" w:rsidRPr="00AA227F" w:rsidRDefault="00755F94" w:rsidP="00755F94">
            <w:pPr>
              <w:jc w:val="center"/>
              <w:rPr>
                <w:sz w:val="22"/>
                <w:szCs w:val="22"/>
              </w:rPr>
            </w:pPr>
            <w:r w:rsidRPr="00AA227F">
              <w:rPr>
                <w:sz w:val="22"/>
                <w:szCs w:val="22"/>
              </w:rPr>
              <w:t>szt.</w:t>
            </w:r>
          </w:p>
        </w:tc>
        <w:tc>
          <w:tcPr>
            <w:tcW w:w="847" w:type="dxa"/>
            <w:tcBorders>
              <w:top w:val="single" w:sz="12" w:space="0" w:color="auto"/>
            </w:tcBorders>
            <w:vAlign w:val="center"/>
          </w:tcPr>
          <w:p w14:paraId="14DB19F5" w14:textId="1482C664" w:rsidR="00755F94" w:rsidRPr="00AA227F" w:rsidRDefault="00755F94" w:rsidP="00755F94">
            <w:pPr>
              <w:jc w:val="center"/>
              <w:rPr>
                <w:sz w:val="22"/>
                <w:szCs w:val="22"/>
              </w:rPr>
            </w:pPr>
            <w:r w:rsidRPr="002E4531">
              <w:t>7</w:t>
            </w:r>
          </w:p>
        </w:tc>
        <w:tc>
          <w:tcPr>
            <w:tcW w:w="1730" w:type="dxa"/>
            <w:tcBorders>
              <w:top w:val="single" w:sz="12" w:space="0" w:color="auto"/>
            </w:tcBorders>
            <w:vAlign w:val="center"/>
          </w:tcPr>
          <w:p w14:paraId="347F8FD1" w14:textId="77777777" w:rsidR="00755F94" w:rsidRPr="00AA227F" w:rsidRDefault="00755F94" w:rsidP="00755F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0" w:type="dxa"/>
            <w:tcBorders>
              <w:top w:val="single" w:sz="12" w:space="0" w:color="auto"/>
            </w:tcBorders>
            <w:vAlign w:val="center"/>
          </w:tcPr>
          <w:p w14:paraId="1CBD072A" w14:textId="77777777" w:rsidR="00755F94" w:rsidRPr="005F65CF" w:rsidRDefault="00755F94" w:rsidP="00755F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sz="12" w:space="0" w:color="auto"/>
            </w:tcBorders>
            <w:vAlign w:val="center"/>
          </w:tcPr>
          <w:p w14:paraId="1AC89F9D" w14:textId="77777777" w:rsidR="00755F94" w:rsidRPr="005F65CF" w:rsidRDefault="00755F94" w:rsidP="00755F94">
            <w:pPr>
              <w:rPr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single" w:sz="12" w:space="0" w:color="auto"/>
            </w:tcBorders>
            <w:vAlign w:val="center"/>
          </w:tcPr>
          <w:p w14:paraId="1DA01D35" w14:textId="77777777" w:rsidR="00755F94" w:rsidRPr="005F65CF" w:rsidRDefault="00755F94" w:rsidP="00755F94">
            <w:pPr>
              <w:rPr>
                <w:sz w:val="20"/>
                <w:szCs w:val="20"/>
              </w:rPr>
            </w:pPr>
          </w:p>
        </w:tc>
      </w:tr>
      <w:tr w:rsidR="00755F94" w:rsidRPr="005F65CF" w14:paraId="785A0620" w14:textId="77777777" w:rsidTr="00755F94">
        <w:tc>
          <w:tcPr>
            <w:tcW w:w="487" w:type="dxa"/>
            <w:tcBorders>
              <w:top w:val="single" w:sz="12" w:space="0" w:color="auto"/>
            </w:tcBorders>
            <w:vAlign w:val="center"/>
          </w:tcPr>
          <w:p w14:paraId="5E18B11F" w14:textId="1ED87E88" w:rsidR="00755F94" w:rsidRPr="00D3717B" w:rsidRDefault="00755F94" w:rsidP="00755F94">
            <w:pPr>
              <w:rPr>
                <w:sz w:val="20"/>
                <w:szCs w:val="20"/>
              </w:rPr>
            </w:pPr>
            <w:r w:rsidRPr="00D3717B">
              <w:rPr>
                <w:sz w:val="20"/>
                <w:szCs w:val="20"/>
              </w:rPr>
              <w:t>3.</w:t>
            </w:r>
          </w:p>
        </w:tc>
        <w:tc>
          <w:tcPr>
            <w:tcW w:w="4735" w:type="dxa"/>
            <w:tcBorders>
              <w:top w:val="single" w:sz="12" w:space="0" w:color="auto"/>
            </w:tcBorders>
            <w:vAlign w:val="center"/>
          </w:tcPr>
          <w:p w14:paraId="397DE149" w14:textId="79E88EB7" w:rsidR="00755F94" w:rsidRPr="00D3717B" w:rsidRDefault="00755F94" w:rsidP="00755F94">
            <w:pPr>
              <w:rPr>
                <w:b/>
                <w:bCs/>
                <w:sz w:val="22"/>
                <w:szCs w:val="22"/>
                <w:vertAlign w:val="superscript"/>
              </w:rPr>
            </w:pPr>
            <w:r w:rsidRPr="00D3717B">
              <w:rPr>
                <w:b/>
                <w:bCs/>
                <w:sz w:val="22"/>
                <w:szCs w:val="22"/>
              </w:rPr>
              <w:t xml:space="preserve">Koszulka męska </w:t>
            </w:r>
            <w:r w:rsidRPr="00D3717B">
              <w:rPr>
                <w:b/>
                <w:bCs/>
                <w:sz w:val="22"/>
                <w:szCs w:val="22"/>
                <w:vertAlign w:val="superscript"/>
              </w:rPr>
              <w:t>2)</w:t>
            </w:r>
            <w:r w:rsidRPr="00D3717B">
              <w:rPr>
                <w:sz w:val="22"/>
                <w:szCs w:val="22"/>
              </w:rPr>
              <w:t xml:space="preserve"> </w:t>
            </w:r>
          </w:p>
          <w:p w14:paraId="2D387035" w14:textId="0CA33ED6" w:rsidR="00755F94" w:rsidRPr="00D3717B" w:rsidRDefault="00755F94" w:rsidP="00755F94">
            <w:pPr>
              <w:rPr>
                <w:sz w:val="22"/>
                <w:szCs w:val="22"/>
                <w:vertAlign w:val="superscript"/>
              </w:rPr>
            </w:pPr>
            <w:r w:rsidRPr="00D3717B">
              <w:rPr>
                <w:sz w:val="22"/>
                <w:szCs w:val="22"/>
              </w:rPr>
              <w:t>- krótki rękaw;</w:t>
            </w:r>
          </w:p>
          <w:p w14:paraId="11D88FC1" w14:textId="6DAC6889" w:rsidR="00755F94" w:rsidRPr="00D3717B" w:rsidRDefault="00755F94" w:rsidP="00755F94">
            <w:pPr>
              <w:rPr>
                <w:sz w:val="22"/>
                <w:szCs w:val="22"/>
              </w:rPr>
            </w:pPr>
            <w:r w:rsidRPr="00D3717B">
              <w:rPr>
                <w:sz w:val="22"/>
                <w:szCs w:val="22"/>
              </w:rPr>
              <w:t>Kolory dominujące: granatowy, bordowy;</w:t>
            </w:r>
          </w:p>
          <w:p w14:paraId="744FE4AD" w14:textId="3C0F8A33" w:rsidR="00755F94" w:rsidRPr="00D3717B" w:rsidRDefault="00755F94" w:rsidP="00755F94">
            <w:pPr>
              <w:rPr>
                <w:sz w:val="22"/>
                <w:szCs w:val="22"/>
                <w:vertAlign w:val="superscript"/>
              </w:rPr>
            </w:pPr>
            <w:r w:rsidRPr="00D3717B">
              <w:rPr>
                <w:sz w:val="22"/>
                <w:szCs w:val="22"/>
              </w:rPr>
              <w:t>Rozmiary: S – XXXL wg potrzeb Zamawiającego</w:t>
            </w:r>
          </w:p>
        </w:tc>
        <w:tc>
          <w:tcPr>
            <w:tcW w:w="1023" w:type="dxa"/>
            <w:tcBorders>
              <w:top w:val="single" w:sz="12" w:space="0" w:color="auto"/>
            </w:tcBorders>
            <w:vAlign w:val="center"/>
          </w:tcPr>
          <w:p w14:paraId="3804A8B3" w14:textId="25AA1F6B" w:rsidR="00755F94" w:rsidRPr="00D3717B" w:rsidRDefault="00755F94" w:rsidP="00755F94">
            <w:pPr>
              <w:jc w:val="center"/>
              <w:rPr>
                <w:sz w:val="22"/>
                <w:szCs w:val="22"/>
              </w:rPr>
            </w:pPr>
            <w:r w:rsidRPr="00D3717B">
              <w:rPr>
                <w:sz w:val="22"/>
                <w:szCs w:val="22"/>
              </w:rPr>
              <w:t>szt.</w:t>
            </w:r>
          </w:p>
        </w:tc>
        <w:tc>
          <w:tcPr>
            <w:tcW w:w="847" w:type="dxa"/>
            <w:tcBorders>
              <w:top w:val="single" w:sz="12" w:space="0" w:color="auto"/>
            </w:tcBorders>
            <w:vAlign w:val="center"/>
          </w:tcPr>
          <w:p w14:paraId="25C8AB94" w14:textId="7315223A" w:rsidR="00755F94" w:rsidRPr="00D3717B" w:rsidRDefault="00755F94" w:rsidP="00755F94">
            <w:pPr>
              <w:jc w:val="center"/>
              <w:rPr>
                <w:sz w:val="22"/>
                <w:szCs w:val="22"/>
              </w:rPr>
            </w:pPr>
            <w:r w:rsidRPr="002E4531">
              <w:t>12</w:t>
            </w:r>
          </w:p>
        </w:tc>
        <w:tc>
          <w:tcPr>
            <w:tcW w:w="1730" w:type="dxa"/>
            <w:tcBorders>
              <w:top w:val="single" w:sz="12" w:space="0" w:color="auto"/>
            </w:tcBorders>
            <w:vAlign w:val="center"/>
          </w:tcPr>
          <w:p w14:paraId="1E6B0A5C" w14:textId="77777777" w:rsidR="00755F94" w:rsidRPr="00AA227F" w:rsidRDefault="00755F94" w:rsidP="00755F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0" w:type="dxa"/>
            <w:tcBorders>
              <w:top w:val="single" w:sz="12" w:space="0" w:color="auto"/>
            </w:tcBorders>
            <w:vAlign w:val="center"/>
          </w:tcPr>
          <w:p w14:paraId="0B792ABD" w14:textId="77777777" w:rsidR="00755F94" w:rsidRPr="005F65CF" w:rsidRDefault="00755F94" w:rsidP="00755F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sz="12" w:space="0" w:color="auto"/>
            </w:tcBorders>
            <w:vAlign w:val="center"/>
          </w:tcPr>
          <w:p w14:paraId="42695ACB" w14:textId="77777777" w:rsidR="00755F94" w:rsidRPr="005F65CF" w:rsidRDefault="00755F94" w:rsidP="00755F94">
            <w:pPr>
              <w:rPr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single" w:sz="12" w:space="0" w:color="auto"/>
            </w:tcBorders>
            <w:vAlign w:val="center"/>
          </w:tcPr>
          <w:p w14:paraId="5ECCF82F" w14:textId="77777777" w:rsidR="00755F94" w:rsidRPr="005F65CF" w:rsidRDefault="00755F94" w:rsidP="00755F94">
            <w:pPr>
              <w:rPr>
                <w:sz w:val="20"/>
                <w:szCs w:val="20"/>
              </w:rPr>
            </w:pPr>
          </w:p>
        </w:tc>
      </w:tr>
      <w:tr w:rsidR="00BD532D" w:rsidRPr="005F65CF" w14:paraId="29B53997" w14:textId="77777777" w:rsidTr="00C05330">
        <w:trPr>
          <w:trHeight w:val="575"/>
        </w:trPr>
        <w:tc>
          <w:tcPr>
            <w:tcW w:w="709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90584B" w14:textId="55D31F82" w:rsidR="00BD532D" w:rsidRPr="005F65CF" w:rsidRDefault="00BD532D" w:rsidP="00BD532D">
            <w:pPr>
              <w:jc w:val="right"/>
              <w:rPr>
                <w:b/>
                <w:bCs/>
                <w:sz w:val="20"/>
                <w:szCs w:val="20"/>
              </w:rPr>
            </w:pPr>
            <w:r w:rsidRPr="005F65CF">
              <w:rPr>
                <w:b/>
                <w:bCs/>
                <w:sz w:val="20"/>
                <w:szCs w:val="20"/>
              </w:rPr>
              <w:t>RAZEM WARTOŚĆ:</w:t>
            </w:r>
          </w:p>
        </w:tc>
        <w:tc>
          <w:tcPr>
            <w:tcW w:w="17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982124" w14:textId="3E479A26" w:rsidR="00BD532D" w:rsidRPr="005F65CF" w:rsidRDefault="00BD532D" w:rsidP="00BD532D">
            <w:pPr>
              <w:jc w:val="right"/>
              <w:rPr>
                <w:b/>
                <w:bCs/>
                <w:sz w:val="20"/>
                <w:szCs w:val="20"/>
              </w:rPr>
            </w:pPr>
            <w:r w:rsidRPr="005F65CF">
              <w:rPr>
                <w:b/>
                <w:bCs/>
                <w:sz w:val="20"/>
                <w:szCs w:val="20"/>
              </w:rPr>
              <w:t>NETTO:</w:t>
            </w:r>
          </w:p>
        </w:tc>
        <w:tc>
          <w:tcPr>
            <w:tcW w:w="2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3C517F" w14:textId="77777777" w:rsidR="00BD532D" w:rsidRPr="005F65CF" w:rsidRDefault="00BD532D" w:rsidP="00BD532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0F52CD" w14:textId="0DB2454D" w:rsidR="00BD532D" w:rsidRPr="005F65CF" w:rsidRDefault="00BD532D" w:rsidP="00BD532D">
            <w:pPr>
              <w:jc w:val="right"/>
              <w:rPr>
                <w:b/>
                <w:bCs/>
                <w:sz w:val="20"/>
                <w:szCs w:val="20"/>
              </w:rPr>
            </w:pPr>
            <w:r w:rsidRPr="005F65CF">
              <w:rPr>
                <w:b/>
                <w:bCs/>
                <w:sz w:val="20"/>
                <w:szCs w:val="20"/>
              </w:rPr>
              <w:t>BRUTTO:</w:t>
            </w:r>
          </w:p>
        </w:tc>
        <w:tc>
          <w:tcPr>
            <w:tcW w:w="17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2E7D97" w14:textId="77777777" w:rsidR="00BD532D" w:rsidRDefault="00BD532D" w:rsidP="00BD532D">
            <w:pPr>
              <w:jc w:val="right"/>
              <w:rPr>
                <w:sz w:val="20"/>
                <w:szCs w:val="20"/>
              </w:rPr>
            </w:pPr>
          </w:p>
          <w:p w14:paraId="2AE837E6" w14:textId="77777777" w:rsidR="00BD532D" w:rsidRPr="005F65CF" w:rsidRDefault="00BD532D" w:rsidP="00BD532D">
            <w:pPr>
              <w:jc w:val="right"/>
              <w:rPr>
                <w:sz w:val="20"/>
                <w:szCs w:val="20"/>
              </w:rPr>
            </w:pPr>
          </w:p>
        </w:tc>
      </w:tr>
    </w:tbl>
    <w:p w14:paraId="46AC2902" w14:textId="77777777" w:rsidR="005F65CF" w:rsidRDefault="005F65CF" w:rsidP="005F65CF">
      <w:pPr>
        <w:pStyle w:val="Akapitzlist"/>
        <w:rPr>
          <w:sz w:val="22"/>
          <w:szCs w:val="22"/>
        </w:rPr>
      </w:pPr>
    </w:p>
    <w:p w14:paraId="7A7691BB" w14:textId="43B8D892" w:rsidR="00AA227F" w:rsidRDefault="00AA227F" w:rsidP="00C13594">
      <w:pPr>
        <w:pStyle w:val="Akapitzlis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Wymagania –gramatura: </w:t>
      </w:r>
      <w:r w:rsidR="00334891">
        <w:rPr>
          <w:sz w:val="22"/>
          <w:szCs w:val="22"/>
        </w:rPr>
        <w:t>245</w:t>
      </w:r>
      <w:r>
        <w:rPr>
          <w:sz w:val="22"/>
          <w:szCs w:val="22"/>
        </w:rPr>
        <w:t>-2</w:t>
      </w:r>
      <w:r w:rsidR="00334891">
        <w:rPr>
          <w:sz w:val="22"/>
          <w:szCs w:val="22"/>
        </w:rPr>
        <w:t>70</w:t>
      </w:r>
      <w:r>
        <w:rPr>
          <w:sz w:val="22"/>
          <w:szCs w:val="22"/>
        </w:rPr>
        <w:t xml:space="preserve"> g/m</w:t>
      </w:r>
      <w:r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>; skład materiału: 6</w:t>
      </w:r>
      <w:r w:rsidR="00334891">
        <w:rPr>
          <w:sz w:val="22"/>
          <w:szCs w:val="22"/>
        </w:rPr>
        <w:t>0</w:t>
      </w:r>
      <w:r>
        <w:rPr>
          <w:sz w:val="22"/>
          <w:szCs w:val="22"/>
        </w:rPr>
        <w:t>-65% poliester, 3</w:t>
      </w:r>
      <w:r w:rsidR="00334891">
        <w:rPr>
          <w:sz w:val="22"/>
          <w:szCs w:val="22"/>
        </w:rPr>
        <w:t>5</w:t>
      </w:r>
      <w:r>
        <w:rPr>
          <w:sz w:val="22"/>
          <w:szCs w:val="22"/>
        </w:rPr>
        <w:t>-</w:t>
      </w:r>
      <w:r w:rsidR="00334891">
        <w:rPr>
          <w:sz w:val="22"/>
          <w:szCs w:val="22"/>
        </w:rPr>
        <w:t>40</w:t>
      </w:r>
      <w:r>
        <w:rPr>
          <w:sz w:val="22"/>
          <w:szCs w:val="22"/>
        </w:rPr>
        <w:t>% bawełna;</w:t>
      </w:r>
    </w:p>
    <w:p w14:paraId="691E9DA0" w14:textId="34864508" w:rsidR="00334891" w:rsidRDefault="00334891" w:rsidP="00C13594">
      <w:pPr>
        <w:pStyle w:val="Akapitzlis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Wymagania: skład materiału: 100% bawełna;</w:t>
      </w:r>
    </w:p>
    <w:p w14:paraId="100ECC5F" w14:textId="25592CF6" w:rsidR="00C13594" w:rsidRDefault="00C13594" w:rsidP="00C13594">
      <w:pPr>
        <w:pStyle w:val="Akapitzlist"/>
        <w:numPr>
          <w:ilvl w:val="0"/>
          <w:numId w:val="1"/>
        </w:numPr>
        <w:rPr>
          <w:sz w:val="22"/>
          <w:szCs w:val="22"/>
        </w:rPr>
      </w:pPr>
      <w:r w:rsidRPr="00C13594">
        <w:rPr>
          <w:sz w:val="22"/>
          <w:szCs w:val="22"/>
        </w:rPr>
        <w:t xml:space="preserve">Termin realizacji: </w:t>
      </w:r>
      <w:r w:rsidR="009C0E10">
        <w:rPr>
          <w:sz w:val="22"/>
          <w:szCs w:val="22"/>
        </w:rPr>
        <w:t>30</w:t>
      </w:r>
      <w:r w:rsidRPr="00C13594">
        <w:rPr>
          <w:sz w:val="22"/>
          <w:szCs w:val="22"/>
        </w:rPr>
        <w:t xml:space="preserve"> dni od złożenia zamówienia – dostawa w dniach od poniedziałku do piątku w godzinach 8</w:t>
      </w:r>
      <w:r w:rsidRPr="00C13594">
        <w:rPr>
          <w:sz w:val="22"/>
          <w:szCs w:val="22"/>
          <w:vertAlign w:val="superscript"/>
        </w:rPr>
        <w:t xml:space="preserve">00 </w:t>
      </w:r>
      <w:r w:rsidRPr="00C13594">
        <w:rPr>
          <w:sz w:val="22"/>
          <w:szCs w:val="22"/>
        </w:rPr>
        <w:t>- 14</w:t>
      </w:r>
      <w:r w:rsidRPr="00C13594">
        <w:rPr>
          <w:sz w:val="22"/>
          <w:szCs w:val="22"/>
          <w:vertAlign w:val="superscript"/>
        </w:rPr>
        <w:t>00</w:t>
      </w:r>
      <w:r w:rsidRPr="00C13594">
        <w:rPr>
          <w:sz w:val="22"/>
          <w:szCs w:val="22"/>
        </w:rPr>
        <w:t xml:space="preserve">. Termin płatności: </w:t>
      </w:r>
      <w:r w:rsidRPr="00C13594">
        <w:rPr>
          <w:b/>
          <w:bCs/>
          <w:sz w:val="22"/>
          <w:szCs w:val="22"/>
        </w:rPr>
        <w:t xml:space="preserve">30 dni </w:t>
      </w:r>
      <w:r w:rsidRPr="00C13594">
        <w:rPr>
          <w:sz w:val="22"/>
          <w:szCs w:val="22"/>
        </w:rPr>
        <w:t>po dostarczeniu towaru.</w:t>
      </w:r>
    </w:p>
    <w:p w14:paraId="219CD0F4" w14:textId="05FD5F88" w:rsidR="00C13594" w:rsidRDefault="00C13594" w:rsidP="00C13594">
      <w:pPr>
        <w:pStyle w:val="Akapitzlis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Zamówienie będzie realizowane w kilku etapach w zależności od potrzeb Zamawiającego.</w:t>
      </w:r>
    </w:p>
    <w:p w14:paraId="17B41F0E" w14:textId="7363ABD8" w:rsidR="00C13594" w:rsidRPr="00C13594" w:rsidRDefault="00C13594" w:rsidP="008A1388">
      <w:pPr>
        <w:spacing w:after="0"/>
        <w:rPr>
          <w:sz w:val="16"/>
          <w:szCs w:val="16"/>
        </w:rPr>
      </w:pPr>
      <w:bookmarkStart w:id="0" w:name="_GoBack"/>
      <w:bookmarkEnd w:id="0"/>
    </w:p>
    <w:sectPr w:rsidR="00C13594" w:rsidRPr="00C13594" w:rsidSect="009109F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417C0FD" w16cex:dateUtc="2025-04-30T09:3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0ECB79E" w16cid:durableId="3417C0FD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3C13BB"/>
    <w:multiLevelType w:val="hybridMultilevel"/>
    <w:tmpl w:val="69BE00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9FC"/>
    <w:rsid w:val="00084F01"/>
    <w:rsid w:val="00161048"/>
    <w:rsid w:val="00334891"/>
    <w:rsid w:val="00364334"/>
    <w:rsid w:val="003A7A12"/>
    <w:rsid w:val="00595931"/>
    <w:rsid w:val="005F65CF"/>
    <w:rsid w:val="00614F4D"/>
    <w:rsid w:val="007138EC"/>
    <w:rsid w:val="007260FF"/>
    <w:rsid w:val="00750BC2"/>
    <w:rsid w:val="00755F94"/>
    <w:rsid w:val="007601B5"/>
    <w:rsid w:val="007D3016"/>
    <w:rsid w:val="007E4B6A"/>
    <w:rsid w:val="008740BB"/>
    <w:rsid w:val="008A1388"/>
    <w:rsid w:val="008F090B"/>
    <w:rsid w:val="009109FC"/>
    <w:rsid w:val="00932017"/>
    <w:rsid w:val="009C0E10"/>
    <w:rsid w:val="00AA227F"/>
    <w:rsid w:val="00B43D60"/>
    <w:rsid w:val="00BD532D"/>
    <w:rsid w:val="00C05330"/>
    <w:rsid w:val="00C13594"/>
    <w:rsid w:val="00C212C7"/>
    <w:rsid w:val="00CD02B4"/>
    <w:rsid w:val="00D07E5C"/>
    <w:rsid w:val="00D26DCD"/>
    <w:rsid w:val="00D3717B"/>
    <w:rsid w:val="00E603C5"/>
    <w:rsid w:val="00ED4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5D3EF"/>
  <w15:chartTrackingRefBased/>
  <w15:docId w15:val="{EB4E8DE4-92F2-458F-AA25-0D217AF2D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109F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109F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109F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109F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109F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109F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109F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109F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109F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109F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109F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109F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109F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109F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109F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109F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109F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109F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109F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109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109F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109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109F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109F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109F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109F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109F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109F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109FC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9109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320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201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201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20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201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47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47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117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11" Type="http://schemas.microsoft.com/office/2016/09/relationships/commentsIds" Target="commentsIds.xml"/><Relationship Id="rId5" Type="http://schemas.openxmlformats.org/officeDocument/2006/relationships/fontTable" Target="fontTable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987919F4</Template>
  <TotalTime>2</TotalTime>
  <Pages>2</Pages>
  <Words>202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STB Estera</dc:creator>
  <cp:keywords/>
  <dc:description/>
  <cp:lastModifiedBy>Estera Bielak</cp:lastModifiedBy>
  <cp:revision>4</cp:revision>
  <dcterms:created xsi:type="dcterms:W3CDTF">2025-12-05T06:55:00Z</dcterms:created>
  <dcterms:modified xsi:type="dcterms:W3CDTF">2025-12-05T06:56:00Z</dcterms:modified>
</cp:coreProperties>
</file>